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BCEDA" w14:textId="75E859AB" w:rsidR="0005379C" w:rsidRPr="006C0822" w:rsidRDefault="0005379C">
      <w:pPr>
        <w:pStyle w:val="InsideAddress"/>
        <w:spacing w:line="240" w:lineRule="auto"/>
        <w:rPr>
          <w:rFonts w:ascii="Calibri" w:hAnsi="Calibri" w:cs="Calibri"/>
          <w:sz w:val="24"/>
        </w:rPr>
      </w:pPr>
      <w:r w:rsidRPr="006C0822">
        <w:rPr>
          <w:rFonts w:ascii="Calibri" w:hAnsi="Calibri" w:cs="Calibri"/>
          <w:sz w:val="24"/>
        </w:rPr>
        <w:t xml:space="preserve">          </w:t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  <w:r w:rsidR="00644585">
        <w:rPr>
          <w:rFonts w:ascii="Calibri" w:hAnsi="Calibri" w:cs="Calibri"/>
          <w:sz w:val="24"/>
        </w:rPr>
        <w:tab/>
      </w:r>
    </w:p>
    <w:p w14:paraId="2DDB272F" w14:textId="77777777" w:rsidR="0005379C" w:rsidRDefault="0005379C">
      <w:pPr>
        <w:pStyle w:val="Kehatekst"/>
        <w:rPr>
          <w:rFonts w:ascii="Univers" w:hAnsi="Univers"/>
          <w:sz w:val="24"/>
        </w:rPr>
      </w:pPr>
    </w:p>
    <w:p w14:paraId="4B7B136F" w14:textId="1D5EE833" w:rsidR="0005379C" w:rsidRDefault="00644585" w:rsidP="00644585">
      <w:pPr>
        <w:pStyle w:val="Alapealkiri"/>
        <w:jc w:val="left"/>
      </w:pPr>
      <w:r>
        <w:t>Taotlus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30.09.2024</w:t>
      </w:r>
    </w:p>
    <w:p w14:paraId="3D92F1B1" w14:textId="77777777" w:rsidR="00644585" w:rsidRPr="00644585" w:rsidRDefault="00644585" w:rsidP="00644585"/>
    <w:p w14:paraId="55FB8A40" w14:textId="5FA24F3D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 xml:space="preserve">AS Krootuse Agro soovib rajada </w:t>
      </w:r>
      <w:proofErr w:type="spellStart"/>
      <w:r w:rsidRPr="00644585">
        <w:rPr>
          <w:rFonts w:ascii="Calibri" w:hAnsi="Calibri" w:cs="Calibri"/>
        </w:rPr>
        <w:t>mahasõitu</w:t>
      </w:r>
      <w:proofErr w:type="spellEnd"/>
      <w:r w:rsidRPr="00644585">
        <w:rPr>
          <w:rFonts w:ascii="Calibri" w:hAnsi="Calibri" w:cs="Calibri"/>
        </w:rPr>
        <w:t xml:space="preserve"> riigiteelt nr 18115 oma kinnistule Vana-</w:t>
      </w:r>
      <w:proofErr w:type="spellStart"/>
      <w:r w:rsidR="00BF728E">
        <w:rPr>
          <w:rFonts w:ascii="Calibri" w:hAnsi="Calibri" w:cs="Calibri"/>
        </w:rPr>
        <w:t>L</w:t>
      </w:r>
      <w:r w:rsidRPr="00644585">
        <w:rPr>
          <w:rFonts w:ascii="Calibri" w:hAnsi="Calibri" w:cs="Calibri"/>
        </w:rPr>
        <w:t>ukatsi</w:t>
      </w:r>
      <w:proofErr w:type="spellEnd"/>
      <w:r w:rsidR="00BF728E">
        <w:rPr>
          <w:rFonts w:ascii="Calibri" w:hAnsi="Calibri" w:cs="Calibri"/>
        </w:rPr>
        <w:t>,</w:t>
      </w:r>
      <w:r w:rsidRPr="00644585">
        <w:rPr>
          <w:rFonts w:ascii="Calibri" w:hAnsi="Calibri" w:cs="Calibri"/>
        </w:rPr>
        <w:t xml:space="preserve"> katastriüksus 35402:003:1018. </w:t>
      </w:r>
      <w:proofErr w:type="spellStart"/>
      <w:r w:rsidRPr="00644585">
        <w:rPr>
          <w:rFonts w:ascii="Calibri" w:hAnsi="Calibri" w:cs="Calibri"/>
        </w:rPr>
        <w:t>Mahasõit</w:t>
      </w:r>
      <w:proofErr w:type="spellEnd"/>
      <w:r w:rsidRPr="00644585">
        <w:rPr>
          <w:rFonts w:ascii="Calibri" w:hAnsi="Calibri" w:cs="Calibri"/>
        </w:rPr>
        <w:t xml:space="preserve"> on vajalik põllule ja metsale ligipääsuks põllutööde perioodil. Omaette ligipääsu rajamise vajadus tekkis, kuna siiani meie ettevõtte rendil olnud naaberkinnistu müüdi maha ja sellega kadus AS Krootuse </w:t>
      </w:r>
      <w:proofErr w:type="spellStart"/>
      <w:r w:rsidRPr="00644585">
        <w:rPr>
          <w:rFonts w:ascii="Calibri" w:hAnsi="Calibri" w:cs="Calibri"/>
        </w:rPr>
        <w:t>Agrol</w:t>
      </w:r>
      <w:proofErr w:type="spellEnd"/>
      <w:r w:rsidRPr="00644585">
        <w:rPr>
          <w:rFonts w:ascii="Calibri" w:hAnsi="Calibri" w:cs="Calibri"/>
        </w:rPr>
        <w:t xml:space="preserve"> ligipääsu võimalus omale kinnistule. </w:t>
      </w:r>
      <w:proofErr w:type="spellStart"/>
      <w:r w:rsidRPr="00644585">
        <w:rPr>
          <w:rFonts w:ascii="Calibri" w:hAnsi="Calibri" w:cs="Calibri"/>
        </w:rPr>
        <w:t>Mahasõitu</w:t>
      </w:r>
      <w:proofErr w:type="spellEnd"/>
      <w:r w:rsidRPr="00644585">
        <w:rPr>
          <w:rFonts w:ascii="Calibri" w:hAnsi="Calibri" w:cs="Calibri"/>
        </w:rPr>
        <w:t xml:space="preserve"> kasutatakse ainult põllumajandustehnikaga põllule ja metsale ligipääsuks. </w:t>
      </w:r>
      <w:proofErr w:type="spellStart"/>
      <w:r w:rsidRPr="00644585">
        <w:rPr>
          <w:rFonts w:ascii="Calibri" w:hAnsi="Calibri" w:cs="Calibri"/>
        </w:rPr>
        <w:t>Mahasõidu</w:t>
      </w:r>
      <w:proofErr w:type="spellEnd"/>
      <w:r w:rsidRPr="00644585">
        <w:rPr>
          <w:rFonts w:ascii="Calibri" w:hAnsi="Calibri" w:cs="Calibri"/>
        </w:rPr>
        <w:t xml:space="preserve"> </w:t>
      </w:r>
      <w:r w:rsidR="009A1B7B">
        <w:rPr>
          <w:rFonts w:ascii="Calibri" w:hAnsi="Calibri" w:cs="Calibri"/>
        </w:rPr>
        <w:t>ehituse</w:t>
      </w:r>
      <w:r w:rsidRPr="00644585">
        <w:rPr>
          <w:rFonts w:ascii="Calibri" w:hAnsi="Calibri" w:cs="Calibri"/>
        </w:rPr>
        <w:t xml:space="preserve"> korraldab ja kulud kannab AS Krootuse Agro. </w:t>
      </w:r>
    </w:p>
    <w:p w14:paraId="2DF39A82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 xml:space="preserve">Soovitav </w:t>
      </w:r>
      <w:proofErr w:type="spellStart"/>
      <w:r w:rsidRPr="00644585">
        <w:rPr>
          <w:rFonts w:ascii="Calibri" w:hAnsi="Calibri" w:cs="Calibri"/>
        </w:rPr>
        <w:t>mahasõidu</w:t>
      </w:r>
      <w:proofErr w:type="spellEnd"/>
      <w:r w:rsidRPr="00644585">
        <w:rPr>
          <w:rFonts w:ascii="Calibri" w:hAnsi="Calibri" w:cs="Calibri"/>
        </w:rPr>
        <w:t xml:space="preserve"> asukoht on </w:t>
      </w:r>
      <w:proofErr w:type="spellStart"/>
      <w:r w:rsidRPr="00644585">
        <w:rPr>
          <w:rFonts w:ascii="Calibri" w:hAnsi="Calibri" w:cs="Calibri"/>
        </w:rPr>
        <w:t>Vooreküla-Puskaru</w:t>
      </w:r>
      <w:proofErr w:type="spellEnd"/>
      <w:r w:rsidRPr="00644585">
        <w:rPr>
          <w:rFonts w:ascii="Calibri" w:hAnsi="Calibri" w:cs="Calibri"/>
        </w:rPr>
        <w:t xml:space="preserve"> tee nr 18115 18,88 kilomeeter. Ligikaudsed koordinaadid on märgitud kirja lisas oleval kaarditrükisel. </w:t>
      </w:r>
      <w:proofErr w:type="spellStart"/>
      <w:r w:rsidRPr="00644585">
        <w:rPr>
          <w:rFonts w:ascii="Calibri" w:hAnsi="Calibri" w:cs="Calibri"/>
        </w:rPr>
        <w:t>Mahasõidu</w:t>
      </w:r>
      <w:proofErr w:type="spellEnd"/>
      <w:r w:rsidRPr="00644585">
        <w:rPr>
          <w:rFonts w:ascii="Calibri" w:hAnsi="Calibri" w:cs="Calibri"/>
        </w:rPr>
        <w:t xml:space="preserve"> laiuseks soovime 9 meetrit, et oleks võimalik ka teraviljakülvikul ja kombainil </w:t>
      </w:r>
      <w:proofErr w:type="spellStart"/>
      <w:r w:rsidRPr="00644585">
        <w:rPr>
          <w:rFonts w:ascii="Calibri" w:hAnsi="Calibri" w:cs="Calibri"/>
        </w:rPr>
        <w:t>mahasõidule</w:t>
      </w:r>
      <w:proofErr w:type="spellEnd"/>
      <w:r w:rsidRPr="00644585">
        <w:rPr>
          <w:rFonts w:ascii="Calibri" w:hAnsi="Calibri" w:cs="Calibri"/>
        </w:rPr>
        <w:t xml:space="preserve"> ära mahtuda.</w:t>
      </w:r>
    </w:p>
    <w:p w14:paraId="757B3E39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 xml:space="preserve">Palume ülalpool kirjeldatud </w:t>
      </w:r>
      <w:proofErr w:type="spellStart"/>
      <w:r w:rsidRPr="00644585">
        <w:rPr>
          <w:rFonts w:ascii="Calibri" w:hAnsi="Calibri" w:cs="Calibri"/>
        </w:rPr>
        <w:t>mahasõidu</w:t>
      </w:r>
      <w:proofErr w:type="spellEnd"/>
      <w:r w:rsidRPr="00644585">
        <w:rPr>
          <w:rFonts w:ascii="Calibri" w:hAnsi="Calibri" w:cs="Calibri"/>
        </w:rPr>
        <w:t xml:space="preserve"> rajamise kooskõlastust.</w:t>
      </w:r>
    </w:p>
    <w:p w14:paraId="140EF81C" w14:textId="77777777" w:rsidR="00644585" w:rsidRPr="00644585" w:rsidRDefault="00644585" w:rsidP="00644585">
      <w:pPr>
        <w:rPr>
          <w:rFonts w:ascii="Calibri" w:hAnsi="Calibri" w:cs="Calibri"/>
        </w:rPr>
      </w:pPr>
    </w:p>
    <w:p w14:paraId="1D511720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>Lugupidamisega,</w:t>
      </w:r>
    </w:p>
    <w:p w14:paraId="4AF0EF01" w14:textId="77777777" w:rsidR="00644585" w:rsidRPr="00644585" w:rsidRDefault="00644585" w:rsidP="00644585">
      <w:pPr>
        <w:rPr>
          <w:rFonts w:ascii="Calibri" w:hAnsi="Calibri" w:cs="Calibri"/>
        </w:rPr>
      </w:pPr>
    </w:p>
    <w:p w14:paraId="180DE50A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>Ülo Tammeorg</w:t>
      </w:r>
    </w:p>
    <w:p w14:paraId="681864C8" w14:textId="77777777" w:rsidR="00644585" w:rsidRPr="00644585" w:rsidRDefault="00644585" w:rsidP="00644585">
      <w:pPr>
        <w:rPr>
          <w:rFonts w:ascii="Calibri" w:hAnsi="Calibri" w:cs="Calibri"/>
        </w:rPr>
      </w:pPr>
    </w:p>
    <w:p w14:paraId="0ADF36AF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>AS Krootuse Agro</w:t>
      </w:r>
    </w:p>
    <w:p w14:paraId="30418BE0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>Juhatuse esimees</w:t>
      </w:r>
    </w:p>
    <w:p w14:paraId="5D9FE1F8" w14:textId="77777777" w:rsidR="00644585" w:rsidRPr="00644585" w:rsidRDefault="00644585" w:rsidP="00644585">
      <w:pPr>
        <w:rPr>
          <w:rFonts w:ascii="Calibri" w:hAnsi="Calibri" w:cs="Calibri"/>
        </w:rPr>
      </w:pPr>
      <w:r w:rsidRPr="00644585">
        <w:rPr>
          <w:rFonts w:ascii="Calibri" w:hAnsi="Calibri" w:cs="Calibri"/>
        </w:rPr>
        <w:t>Tel. 56200380</w:t>
      </w:r>
    </w:p>
    <w:p w14:paraId="59ACDFE0" w14:textId="77777777" w:rsidR="00644585" w:rsidRPr="00644585" w:rsidRDefault="00644585" w:rsidP="00644585">
      <w:pPr>
        <w:rPr>
          <w:rFonts w:ascii="Calibri" w:hAnsi="Calibri" w:cs="Calibri"/>
        </w:rPr>
      </w:pPr>
      <w:hyperlink r:id="rId6" w:history="1">
        <w:r w:rsidRPr="00644585">
          <w:rPr>
            <w:rStyle w:val="Hperlink"/>
            <w:rFonts w:ascii="Calibri" w:hAnsi="Calibri" w:cs="Calibri"/>
          </w:rPr>
          <w:t>ylo@krootuseagro.ee</w:t>
        </w:r>
      </w:hyperlink>
    </w:p>
    <w:p w14:paraId="3BD270FD" w14:textId="77777777" w:rsidR="0005379C" w:rsidRDefault="0005379C" w:rsidP="00644585"/>
    <w:sectPr w:rsidR="00053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5" w:right="1701" w:bottom="1871" w:left="1701" w:header="567" w:footer="99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F291" w14:textId="77777777" w:rsidR="00644585" w:rsidRDefault="00644585">
      <w:r>
        <w:separator/>
      </w:r>
    </w:p>
  </w:endnote>
  <w:endnote w:type="continuationSeparator" w:id="0">
    <w:p w14:paraId="7001C426" w14:textId="77777777" w:rsidR="00644585" w:rsidRDefault="0064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654A9" w14:textId="77777777" w:rsidR="0098460B" w:rsidRDefault="0098460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706F2" w14:textId="77777777" w:rsidR="0098460B" w:rsidRDefault="0098460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B1D05" w14:textId="77777777" w:rsidR="0005379C" w:rsidRDefault="0005379C">
    <w:pPr>
      <w:pStyle w:val="Jalus"/>
    </w:pPr>
    <w:r>
      <w:rPr>
        <w:noProof/>
        <w:sz w:val="20"/>
        <w:lang w:val="en-US"/>
      </w:rPr>
      <w:pict w14:anchorId="5370C3D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-27pt;margin-top:5.1pt;width:7in;height:63pt;z-index:251657216" strokecolor="white">
          <v:textbox style="mso-next-textbox:#_x0000_s1027">
            <w:txbxContent>
              <w:p w14:paraId="0EA769B4" w14:textId="77777777" w:rsidR="0005379C" w:rsidRDefault="0005379C"/>
              <w:p w14:paraId="478EE56C" w14:textId="77777777" w:rsidR="0005379C" w:rsidRDefault="0005379C">
                <w:r>
                  <w:t xml:space="preserve">     AS Krootuse Agro</w:t>
                </w:r>
                <w:r>
                  <w:tab/>
                </w:r>
                <w:r>
                  <w:tab/>
                </w:r>
                <w:r>
                  <w:tab/>
                  <w:t xml:space="preserve">      Tel. </w:t>
                </w:r>
                <w:r w:rsidR="003A0C27">
                  <w:t>+372</w:t>
                </w:r>
                <w:r w:rsidR="003D6615">
                  <w:t>7923480</w:t>
                </w:r>
                <w:r w:rsidR="003D6615">
                  <w:tab/>
                </w:r>
                <w:r w:rsidR="003D6615">
                  <w:tab/>
                  <w:t xml:space="preserve">       </w:t>
                </w:r>
                <w:proofErr w:type="spellStart"/>
                <w:r>
                  <w:t>Reg</w:t>
                </w:r>
                <w:proofErr w:type="spellEnd"/>
                <w:r>
                  <w:t>.</w:t>
                </w:r>
                <w:r w:rsidR="003A0C27">
                  <w:t xml:space="preserve"> </w:t>
                </w:r>
                <w:r>
                  <w:t>kood 10034112</w:t>
                </w:r>
              </w:p>
              <w:p w14:paraId="50044191" w14:textId="77777777" w:rsidR="0005379C" w:rsidRDefault="0005379C">
                <w:r>
                  <w:t xml:space="preserve">     Krootuse</w:t>
                </w:r>
                <w:r w:rsidR="003A0C27">
                  <w:t xml:space="preserve"> tee 6, Krootuse</w:t>
                </w:r>
                <w:r>
                  <w:t xml:space="preserve"> küla</w:t>
                </w:r>
                <w:r>
                  <w:tab/>
                </w:r>
                <w:r>
                  <w:tab/>
                  <w:t xml:space="preserve">      </w:t>
                </w:r>
                <w:r w:rsidR="003A0C27">
                  <w:t xml:space="preserve">  </w:t>
                </w:r>
                <w:r w:rsidR="003A0C27">
                  <w:tab/>
                </w:r>
                <w:r w:rsidR="003A0C27">
                  <w:tab/>
                </w:r>
                <w:r>
                  <w:tab/>
                </w:r>
                <w:r>
                  <w:tab/>
                  <w:t xml:space="preserve">       </w:t>
                </w:r>
                <w:r w:rsidR="003A0C27" w:rsidRPr="003A0C27">
                  <w:t xml:space="preserve">EE751010402010788007 </w:t>
                </w:r>
                <w:r w:rsidR="003D6615">
                  <w:t>SEB Pank</w:t>
                </w:r>
              </w:p>
              <w:p w14:paraId="4E542FA4" w14:textId="77777777" w:rsidR="0005379C" w:rsidRDefault="003D6615">
                <w:r>
                  <w:t xml:space="preserve">     63514</w:t>
                </w:r>
                <w:r w:rsidR="0005379C">
                  <w:t xml:space="preserve"> K</w:t>
                </w:r>
                <w:r w:rsidR="003A0C27">
                  <w:t>anepi</w:t>
                </w:r>
                <w:r w:rsidR="0005379C">
                  <w:t xml:space="preserve"> vald</w:t>
                </w:r>
                <w:r w:rsidR="0005379C">
                  <w:tab/>
                </w:r>
                <w:r w:rsidR="0005379C">
                  <w:tab/>
                </w:r>
                <w:r w:rsidR="0005379C">
                  <w:tab/>
                  <w:t xml:space="preserve">      </w:t>
                </w:r>
                <w:r>
                  <w:t>info@krootuseagro.ee</w:t>
                </w:r>
                <w:r w:rsidR="0005379C">
                  <w:tab/>
                </w:r>
                <w:r w:rsidR="0005379C">
                  <w:tab/>
                  <w:t xml:space="preserve">       </w:t>
                </w:r>
                <w:r w:rsidR="003A0C27">
                  <w:t xml:space="preserve">KMKR nr </w:t>
                </w:r>
                <w:r w:rsidR="003A0C27" w:rsidRPr="003A0C27">
                  <w:t>EE100003376</w:t>
                </w:r>
              </w:p>
              <w:p w14:paraId="0EB489DD" w14:textId="77777777" w:rsidR="0005379C" w:rsidRDefault="0005379C">
                <w:r>
                  <w:t xml:space="preserve">     Põlva maakond</w:t>
                </w:r>
                <w:r w:rsidR="009607B5">
                  <w:tab/>
                </w:r>
                <w:r w:rsidR="009607B5">
                  <w:tab/>
                  <w:t xml:space="preserve">                     </w:t>
                </w:r>
              </w:p>
            </w:txbxContent>
          </v:textbox>
        </v:shape>
      </w:pict>
    </w:r>
    <w:r>
      <w:rPr>
        <w:noProof/>
        <w:sz w:val="20"/>
        <w:lang w:val="en-US"/>
      </w:rPr>
      <w:pict w14:anchorId="2816D2F3">
        <v:line id="_x0000_s1028" style="position:absolute;z-index:251658240" from="-18pt,14.1pt" to="486pt,14.1pt" strokeweight="2.25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09447" w14:textId="77777777" w:rsidR="00644585" w:rsidRDefault="00644585">
      <w:r>
        <w:separator/>
      </w:r>
    </w:p>
  </w:footnote>
  <w:footnote w:type="continuationSeparator" w:id="0">
    <w:p w14:paraId="32D58C15" w14:textId="77777777" w:rsidR="00644585" w:rsidRDefault="00644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7DD3C" w14:textId="77777777" w:rsidR="0098460B" w:rsidRDefault="0098460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7B344" w14:textId="77777777" w:rsidR="0098460B" w:rsidRDefault="0098460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069B4" w14:textId="77777777" w:rsidR="0005379C" w:rsidRDefault="0098460B" w:rsidP="0098460B">
    <w:pPr>
      <w:pStyle w:val="InsideAddress"/>
      <w:jc w:val="center"/>
    </w:pPr>
    <w:r>
      <w:pict w14:anchorId="1ED45A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4pt;height:85pt">
          <v:imagedata r:id="rId1" o:title=""/>
        </v:shape>
      </w:pict>
    </w:r>
  </w:p>
  <w:p w14:paraId="6073E738" w14:textId="77777777" w:rsidR="0005379C" w:rsidRDefault="0005379C">
    <w:pPr>
      <w:pStyle w:val="InsideAddress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585"/>
    <w:rsid w:val="0005379C"/>
    <w:rsid w:val="00341517"/>
    <w:rsid w:val="003713B7"/>
    <w:rsid w:val="003A0C27"/>
    <w:rsid w:val="003D6615"/>
    <w:rsid w:val="00644585"/>
    <w:rsid w:val="006C0822"/>
    <w:rsid w:val="006D31BB"/>
    <w:rsid w:val="006F498E"/>
    <w:rsid w:val="009607B5"/>
    <w:rsid w:val="0098460B"/>
    <w:rsid w:val="009A1B7B"/>
    <w:rsid w:val="00B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338C"/>
  <w15:chartTrackingRefBased/>
  <w15:docId w15:val="{5AB39222-08BE-4607-91D5-CBD97C2F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paragraph" w:styleId="Kehatekst">
    <w:name w:val="Body Text"/>
    <w:basedOn w:val="Normaallaad"/>
    <w:pPr>
      <w:spacing w:after="220" w:line="220" w:lineRule="atLeast"/>
      <w:jc w:val="both"/>
    </w:pPr>
    <w:rPr>
      <w:rFonts w:ascii="Arial" w:hAnsi="Arial"/>
      <w:spacing w:val="-5"/>
    </w:rPr>
  </w:style>
  <w:style w:type="paragraph" w:styleId="Lpetus">
    <w:name w:val="Closing"/>
    <w:basedOn w:val="Kehatekst"/>
    <w:next w:val="Normaallaad"/>
    <w:pPr>
      <w:keepNext/>
      <w:spacing w:after="60"/>
      <w:jc w:val="left"/>
    </w:pPr>
  </w:style>
  <w:style w:type="paragraph" w:customStyle="1" w:styleId="SignatureName">
    <w:name w:val="Signature Name"/>
    <w:basedOn w:val="Allkiri"/>
    <w:next w:val="SignatureJobTitle"/>
    <w:pPr>
      <w:keepNext/>
      <w:spacing w:before="880" w:line="220" w:lineRule="atLeast"/>
      <w:ind w:left="0"/>
    </w:pPr>
    <w:rPr>
      <w:rFonts w:ascii="Arial" w:hAnsi="Arial"/>
      <w:spacing w:val="-5"/>
    </w:rPr>
  </w:style>
  <w:style w:type="paragraph" w:customStyle="1" w:styleId="SignatureJobTitle">
    <w:name w:val="Signature Job Title"/>
    <w:basedOn w:val="Allkiri"/>
    <w:next w:val="Normaallaad"/>
    <w:pPr>
      <w:keepNext/>
      <w:spacing w:line="220" w:lineRule="atLeast"/>
      <w:ind w:left="0"/>
    </w:pPr>
    <w:rPr>
      <w:rFonts w:ascii="Arial" w:hAnsi="Arial"/>
      <w:spacing w:val="-5"/>
    </w:rPr>
  </w:style>
  <w:style w:type="paragraph" w:customStyle="1" w:styleId="CompanyName">
    <w:name w:val="Company Name"/>
    <w:basedOn w:val="Normaallaad"/>
    <w:pPr>
      <w:framePr w:w="3840" w:h="1752" w:wrap="notBeside" w:vAnchor="page" w:hAnchor="margin" w:y="889" w:anchorLock="1"/>
      <w:spacing w:line="280" w:lineRule="atLeast"/>
    </w:pPr>
    <w:rPr>
      <w:rFonts w:ascii="Arial Black" w:hAnsi="Arial Black"/>
      <w:spacing w:val="-25"/>
      <w:sz w:val="32"/>
    </w:rPr>
  </w:style>
  <w:style w:type="paragraph" w:customStyle="1" w:styleId="InsideAddress">
    <w:name w:val="Inside Address"/>
    <w:basedOn w:val="Kehatekst"/>
    <w:pPr>
      <w:spacing w:after="0"/>
      <w:jc w:val="left"/>
    </w:pPr>
  </w:style>
  <w:style w:type="paragraph" w:styleId="Tervitus">
    <w:name w:val="Salutation"/>
    <w:basedOn w:val="Kehatekst"/>
    <w:next w:val="Normaallaad"/>
    <w:pPr>
      <w:spacing w:before="220"/>
      <w:jc w:val="left"/>
    </w:pPr>
  </w:style>
  <w:style w:type="paragraph" w:styleId="Jalus">
    <w:name w:val="footer"/>
    <w:basedOn w:val="Normaallaad"/>
    <w:pPr>
      <w:keepLines/>
      <w:tabs>
        <w:tab w:val="center" w:pos="4320"/>
        <w:tab w:val="right" w:pos="8640"/>
      </w:tabs>
      <w:spacing w:before="600" w:line="220" w:lineRule="atLeast"/>
    </w:pPr>
    <w:rPr>
      <w:rFonts w:ascii="Arial" w:hAnsi="Arial"/>
      <w:spacing w:val="-5"/>
      <w:sz w:val="18"/>
    </w:rPr>
  </w:style>
  <w:style w:type="paragraph" w:styleId="Pis">
    <w:name w:val="header"/>
    <w:basedOn w:val="Normaallaad"/>
    <w:pPr>
      <w:keepLines/>
      <w:tabs>
        <w:tab w:val="center" w:pos="4320"/>
        <w:tab w:val="right" w:pos="8640"/>
      </w:tabs>
      <w:spacing w:after="600" w:line="220" w:lineRule="atLeast"/>
    </w:pPr>
    <w:rPr>
      <w:rFonts w:ascii="Arial" w:hAnsi="Arial"/>
      <w:spacing w:val="-5"/>
    </w:rPr>
  </w:style>
  <w:style w:type="paragraph" w:styleId="Allkiri">
    <w:name w:val="Signature"/>
    <w:basedOn w:val="Normaallaad"/>
    <w:pPr>
      <w:ind w:left="4252"/>
    </w:pPr>
  </w:style>
  <w:style w:type="character" w:styleId="Hperlink">
    <w:name w:val="Hyperlink"/>
    <w:basedOn w:val="Liguvaikefont"/>
    <w:rsid w:val="0064458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44585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qFormat/>
    <w:rsid w:val="00644585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644585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lo@krootuseagro.e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mry\OneDrive\Dokumendid\Kohandatud%20Office'i%20mallid\Kirja%20vorming%20ilma%20blanketita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 vorming ilma blanketita.dot</Template>
  <TotalTime>6</TotalTime>
  <Pages>1</Pages>
  <Words>152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Nimi	30</vt:lpstr>
      <vt:lpstr>Nimi	30</vt:lpstr>
    </vt:vector>
  </TitlesOfParts>
  <Company>AS Krootuse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Nimi	30</dc:title>
  <dc:subject/>
  <dc:creator>Ülo Tammeorg</dc:creator>
  <cp:keywords/>
  <dc:description/>
  <cp:lastModifiedBy>Ülo Tammeorg</cp:lastModifiedBy>
  <cp:revision>3</cp:revision>
  <cp:lastPrinted>2002-05-29T07:17:00Z</cp:lastPrinted>
  <dcterms:created xsi:type="dcterms:W3CDTF">2024-09-30T13:46:00Z</dcterms:created>
  <dcterms:modified xsi:type="dcterms:W3CDTF">2024-09-30T13:52:00Z</dcterms:modified>
</cp:coreProperties>
</file>